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10742" w14:textId="77777777" w:rsidR="006E4B1A" w:rsidRPr="00D9191D" w:rsidRDefault="00D9191D" w:rsidP="00D4783C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9191D">
        <w:rPr>
          <w:rFonts w:asciiTheme="minorHAnsi" w:hAnsiTheme="minorHAnsi" w:cstheme="minorHAnsi"/>
          <w:b/>
          <w:sz w:val="28"/>
          <w:szCs w:val="28"/>
        </w:rPr>
        <w:t>MODULO DI EVACUAZIONE</w:t>
      </w:r>
    </w:p>
    <w:p w14:paraId="54E06836" w14:textId="77777777" w:rsidR="003020D4" w:rsidRPr="00D9191D" w:rsidRDefault="007042A8" w:rsidP="00FE204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8"/>
          <w:szCs w:val="28"/>
          <w:lang w:eastAsia="it-IT"/>
        </w:rPr>
      </w:pPr>
      <w:r w:rsidRPr="00D9191D">
        <w:rPr>
          <w:rFonts w:asciiTheme="minorHAnsi" w:hAnsiTheme="minorHAnsi" w:cstheme="minorHAns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BE145E" wp14:editId="0B90A8D1">
                <wp:simplePos x="0" y="0"/>
                <wp:positionH relativeFrom="column">
                  <wp:posOffset>-173990</wp:posOffset>
                </wp:positionH>
                <wp:positionV relativeFrom="paragraph">
                  <wp:posOffset>144780</wp:posOffset>
                </wp:positionV>
                <wp:extent cx="6477000" cy="1608757"/>
                <wp:effectExtent l="0" t="0" r="19050" b="10795"/>
                <wp:wrapNone/>
                <wp:docPr id="1" name="Rettangolo arrotonda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608757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992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1"/>
                              <w:gridCol w:w="2104"/>
                              <w:gridCol w:w="2294"/>
                              <w:gridCol w:w="1984"/>
                              <w:gridCol w:w="1990"/>
                            </w:tblGrid>
                            <w:tr w:rsidR="000816F1" w14:paraId="66033153" w14:textId="77777777" w:rsidTr="000816F1">
                              <w:tc>
                                <w:tcPr>
                                  <w:tcW w:w="1551" w:type="dxa"/>
                                  <w:vMerge w:val="restart"/>
                                  <w:vAlign w:val="center"/>
                                  <w:hideMark/>
                                </w:tcPr>
                                <w:p w14:paraId="23E713D4" w14:textId="77777777" w:rsidR="000816F1" w:rsidRDefault="000816F1" w:rsidP="0084612D">
                                  <w:pPr>
                                    <w:pStyle w:val="Corpotesto"/>
                                    <w:spacing w:line="240" w:lineRule="auto"/>
                                    <w:rPr>
                                      <w:b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Cs w:val="24"/>
                                    </w:rPr>
                                    <w:t>PUNTO EROGAZIONE</w:t>
                                  </w:r>
                                </w:p>
                              </w:tc>
                              <w:tc>
                                <w:tcPr>
                                  <w:tcW w:w="2104" w:type="dxa"/>
                                  <w:hideMark/>
                                </w:tcPr>
                                <w:p w14:paraId="72F07EBC" w14:textId="77777777" w:rsidR="000816F1" w:rsidRDefault="000816F1" w:rsidP="0084612D">
                                  <w:pPr>
                                    <w:pStyle w:val="Corpotesto"/>
                                    <w:spacing w:line="240" w:lineRule="auto"/>
                                    <w:ind w:left="318" w:hanging="234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I.C. SPEZZANO SILA</w:t>
                                  </w:r>
                                </w:p>
                              </w:tc>
                              <w:tc>
                                <w:tcPr>
                                  <w:tcW w:w="2294" w:type="dxa"/>
                                  <w:hideMark/>
                                </w:tcPr>
                                <w:p w14:paraId="0F3AE085" w14:textId="77777777" w:rsidR="000816F1" w:rsidRDefault="000816F1" w:rsidP="000816F1">
                                  <w:pPr>
                                    <w:pStyle w:val="Corpotesto"/>
                                    <w:spacing w:line="240" w:lineRule="auto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I.C. PAOLA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hideMark/>
                                </w:tcPr>
                                <w:p w14:paraId="60C40949" w14:textId="77777777" w:rsidR="000816F1" w:rsidRDefault="000816F1" w:rsidP="000816F1">
                                  <w:pPr>
                                    <w:pStyle w:val="Corpotesto"/>
                                    <w:spacing w:line="240" w:lineRule="auto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I.C. ACRI + BISIGNANO</w:t>
                                  </w:r>
                                </w:p>
                              </w:tc>
                              <w:tc>
                                <w:tcPr>
                                  <w:tcW w:w="1990" w:type="dxa"/>
                                  <w:hideMark/>
                                </w:tcPr>
                                <w:p w14:paraId="5BA50D7C" w14:textId="6714D169" w:rsidR="000816F1" w:rsidRDefault="000816F1" w:rsidP="007D1E52">
                                  <w:pPr>
                                    <w:pStyle w:val="Corpotesto"/>
                                    <w:spacing w:line="240" w:lineRule="auto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I.C. </w:t>
                                  </w:r>
                                  <w:r w:rsidR="00691898">
                                    <w:rPr>
                                      <w:szCs w:val="24"/>
                                    </w:rPr>
                                    <w:t>ROSS</w:t>
                                  </w:r>
                                  <w:r>
                                    <w:rPr>
                                      <w:szCs w:val="24"/>
                                    </w:rPr>
                                    <w:t>ANO</w:t>
                                  </w:r>
                                  <w:r w:rsidR="007D1E52">
                                    <w:rPr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0816F1" w14:paraId="63B2D0BE" w14:textId="77777777" w:rsidTr="000816F1">
                              <w:tc>
                                <w:tcPr>
                                  <w:tcW w:w="0" w:type="auto"/>
                                  <w:vMerge/>
                                  <w:vAlign w:val="center"/>
                                  <w:hideMark/>
                                </w:tcPr>
                                <w:p w14:paraId="238830D8" w14:textId="77777777" w:rsidR="000816F1" w:rsidRDefault="000816F1" w:rsidP="0084612D">
                                  <w:pPr>
                                    <w:suppressAutoHyphens w:val="0"/>
                                    <w:spacing w:after="0" w:line="240" w:lineRule="auto"/>
                                    <w:rPr>
                                      <w:b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hideMark/>
                                </w:tcPr>
                                <w:p w14:paraId="3AC69354" w14:textId="77777777" w:rsidR="000816F1" w:rsidRDefault="000816F1" w:rsidP="0084612D">
                                  <w:pPr>
                                    <w:pStyle w:val="Corpotesto"/>
                                    <w:spacing w:line="240" w:lineRule="auto"/>
                                    <w:ind w:left="318" w:hanging="234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COSENZA-SPIRITO SANTO</w:t>
                                  </w:r>
                                </w:p>
                              </w:tc>
                              <w:tc>
                                <w:tcPr>
                                  <w:tcW w:w="2294" w:type="dxa"/>
                                  <w:hideMark/>
                                </w:tcPr>
                                <w:p w14:paraId="6F0ED494" w14:textId="77777777" w:rsidR="000816F1" w:rsidRDefault="000816F1" w:rsidP="000816F1">
                                  <w:pPr>
                                    <w:pStyle w:val="Corpotesto"/>
                                    <w:spacing w:line="240" w:lineRule="auto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I.C. SCALEA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hideMark/>
                                </w:tcPr>
                                <w:p w14:paraId="26FE3484" w14:textId="77777777" w:rsidR="000816F1" w:rsidRDefault="000816F1" w:rsidP="000816F1">
                                  <w:pPr>
                                    <w:pStyle w:val="Corpotesto"/>
                                    <w:spacing w:line="240" w:lineRule="auto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I.C. CASSANO IONIO</w:t>
                                  </w:r>
                                </w:p>
                              </w:tc>
                              <w:tc>
                                <w:tcPr>
                                  <w:tcW w:w="1990" w:type="dxa"/>
                                  <w:hideMark/>
                                </w:tcPr>
                                <w:p w14:paraId="01318473" w14:textId="7DAA2D63" w:rsidR="000816F1" w:rsidRDefault="000816F1" w:rsidP="000816F1">
                                  <w:pPr>
                                    <w:pStyle w:val="Corpotesto"/>
                                    <w:spacing w:line="240" w:lineRule="auto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I.C. </w:t>
                                  </w:r>
                                  <w:r w:rsidR="00691898">
                                    <w:rPr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Cs w:val="24"/>
                                    </w:rPr>
                                    <w:t>CASTROVILLARI</w:t>
                                  </w:r>
                                </w:p>
                              </w:tc>
                            </w:tr>
                            <w:tr w:rsidR="000816F1" w14:paraId="52D05AE6" w14:textId="77777777" w:rsidTr="000816F1">
                              <w:tc>
                                <w:tcPr>
                                  <w:tcW w:w="0" w:type="auto"/>
                                  <w:vMerge/>
                                  <w:vAlign w:val="center"/>
                                  <w:hideMark/>
                                </w:tcPr>
                                <w:p w14:paraId="5DFF063A" w14:textId="77777777" w:rsidR="000816F1" w:rsidRDefault="000816F1" w:rsidP="0084612D">
                                  <w:pPr>
                                    <w:suppressAutoHyphens w:val="0"/>
                                    <w:spacing w:after="0" w:line="240" w:lineRule="auto"/>
                                    <w:rPr>
                                      <w:b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04" w:type="dxa"/>
                                  <w:hideMark/>
                                </w:tcPr>
                                <w:p w14:paraId="1B9ED862" w14:textId="77777777" w:rsidR="000816F1" w:rsidRDefault="000816F1" w:rsidP="0084612D">
                                  <w:pPr>
                                    <w:pStyle w:val="Corpotesto"/>
                                    <w:spacing w:line="240" w:lineRule="auto"/>
                                    <w:ind w:left="318" w:hanging="234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ITI “A. MONACO”</w:t>
                                  </w:r>
                                </w:p>
                              </w:tc>
                              <w:tc>
                                <w:tcPr>
                                  <w:tcW w:w="2294" w:type="dxa"/>
                                  <w:hideMark/>
                                </w:tcPr>
                                <w:p w14:paraId="37DFDE00" w14:textId="60A06DB5" w:rsidR="000816F1" w:rsidRDefault="000816F1" w:rsidP="000816F1">
                                  <w:pPr>
                                    <w:pStyle w:val="Corpotesto"/>
                                    <w:spacing w:line="240" w:lineRule="auto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I.C. SAN  GIOVANNI IN FIORE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hideMark/>
                                </w:tcPr>
                                <w:p w14:paraId="22547AE5" w14:textId="77777777" w:rsidR="000816F1" w:rsidRDefault="000816F1" w:rsidP="00691898">
                                  <w:pPr>
                                    <w:pStyle w:val="Corpotesto"/>
                                    <w:spacing w:line="240" w:lineRule="auto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I.C. ROGGIANO    GRAVINA</w:t>
                                  </w:r>
                                </w:p>
                              </w:tc>
                              <w:tc>
                                <w:tcPr>
                                  <w:tcW w:w="1990" w:type="dxa"/>
                                  <w:hideMark/>
                                </w:tcPr>
                                <w:p w14:paraId="1DFB7551" w14:textId="77777777" w:rsidR="000816F1" w:rsidRDefault="000816F1" w:rsidP="000816F1">
                                  <w:pPr>
                                    <w:pStyle w:val="Corpotesto"/>
                                    <w:spacing w:line="240" w:lineRule="auto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Cs w:val="24"/>
                                    </w:rPr>
                                    <w:t>☐</w:t>
                                  </w:r>
                                  <w:r>
                                    <w:rPr>
                                      <w:szCs w:val="24"/>
                                    </w:rPr>
                                    <w:t xml:space="preserve">  SEDE </w:t>
                                  </w:r>
                                  <w:r w:rsidR="007D1E52">
                                    <w:rPr>
                                      <w:szCs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zCs w:val="24"/>
                                    </w:rPr>
                                    <w:t>AMMINISTR.</w:t>
                                  </w:r>
                                </w:p>
                              </w:tc>
                            </w:tr>
                          </w:tbl>
                          <w:p w14:paraId="1E3C056B" w14:textId="77777777" w:rsidR="000816F1" w:rsidRDefault="000816F1" w:rsidP="000816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BE145E" id="Rettangolo arrotondato 1" o:spid="_x0000_s1026" style="position:absolute;left:0;text-align:left;margin-left:-13.7pt;margin-top:11.4pt;width:510pt;height:12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" fillcolor="white [3201]" strokecolor="#4bacc6 [3208]" strokeweight="2pt">
                <v:textbox>
                  <w:txbxContent>
                    <w:tbl>
                      <w:tblPr>
                        <w:tblW w:w="9923" w:type="dxa"/>
                        <w:tblLook w:val="04A0" w:firstRow="1" w:lastRow="0" w:firstColumn="1" w:lastColumn="0" w:noHBand="0" w:noVBand="1"/>
                      </w:tblPr>
                      <w:tblGrid>
                        <w:gridCol w:w="1551"/>
                        <w:gridCol w:w="2104"/>
                        <w:gridCol w:w="2294"/>
                        <w:gridCol w:w="1984"/>
                        <w:gridCol w:w="1990"/>
                      </w:tblGrid>
                      <w:tr w:rsidR="000816F1" w14:paraId="66033153" w14:textId="77777777" w:rsidTr="000816F1">
                        <w:tc>
                          <w:tcPr>
                            <w:tcW w:w="1551" w:type="dxa"/>
                            <w:vMerge w:val="restart"/>
                            <w:vAlign w:val="center"/>
                            <w:hideMark/>
                          </w:tcPr>
                          <w:p w14:paraId="23E713D4" w14:textId="77777777" w:rsidR="000816F1" w:rsidRDefault="000816F1" w:rsidP="0084612D">
                            <w:pPr>
                              <w:pStyle w:val="Corpotesto"/>
                              <w:spacing w:line="240" w:lineRule="auto"/>
                              <w:rPr>
                                <w:b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>PUNTO EROGAZIONE</w:t>
                            </w:r>
                          </w:p>
                        </w:tc>
                        <w:tc>
                          <w:tcPr>
                            <w:tcW w:w="2104" w:type="dxa"/>
                            <w:hideMark/>
                          </w:tcPr>
                          <w:p w14:paraId="72F07EBC" w14:textId="77777777" w:rsidR="000816F1" w:rsidRDefault="000816F1" w:rsidP="0084612D">
                            <w:pPr>
                              <w:pStyle w:val="Corpotesto"/>
                              <w:spacing w:line="240" w:lineRule="auto"/>
                              <w:ind w:left="318" w:hanging="234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I.C. SPEZZANO SILA</w:t>
                            </w:r>
                          </w:p>
                        </w:tc>
                        <w:tc>
                          <w:tcPr>
                            <w:tcW w:w="2294" w:type="dxa"/>
                            <w:hideMark/>
                          </w:tcPr>
                          <w:p w14:paraId="0F3AE085" w14:textId="77777777" w:rsidR="000816F1" w:rsidRDefault="000816F1" w:rsidP="000816F1">
                            <w:pPr>
                              <w:pStyle w:val="Corpotesto"/>
                              <w:spacing w:line="24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I.C. PAOLA</w:t>
                            </w:r>
                          </w:p>
                        </w:tc>
                        <w:tc>
                          <w:tcPr>
                            <w:tcW w:w="1984" w:type="dxa"/>
                            <w:hideMark/>
                          </w:tcPr>
                          <w:p w14:paraId="60C40949" w14:textId="77777777" w:rsidR="000816F1" w:rsidRDefault="000816F1" w:rsidP="000816F1">
                            <w:pPr>
                              <w:pStyle w:val="Corpotesto"/>
                              <w:spacing w:line="24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I.C. ACRI + BISIGNANO</w:t>
                            </w:r>
                          </w:p>
                        </w:tc>
                        <w:tc>
                          <w:tcPr>
                            <w:tcW w:w="1990" w:type="dxa"/>
                            <w:hideMark/>
                          </w:tcPr>
                          <w:p w14:paraId="5BA50D7C" w14:textId="6714D169" w:rsidR="000816F1" w:rsidRDefault="000816F1" w:rsidP="007D1E52">
                            <w:pPr>
                              <w:pStyle w:val="Corpotesto"/>
                              <w:spacing w:line="24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I.C. </w:t>
                            </w:r>
                            <w:r w:rsidR="00691898">
                              <w:rPr>
                                <w:szCs w:val="24"/>
                              </w:rPr>
                              <w:t>ROSS</w:t>
                            </w:r>
                            <w:r>
                              <w:rPr>
                                <w:szCs w:val="24"/>
                              </w:rPr>
                              <w:t>ANO</w:t>
                            </w:r>
                            <w:r w:rsidR="007D1E52">
                              <w:rPr>
                                <w:szCs w:val="24"/>
                              </w:rPr>
                              <w:t xml:space="preserve"> </w:t>
                            </w:r>
                          </w:p>
                        </w:tc>
                      </w:tr>
                      <w:tr w:rsidR="000816F1" w14:paraId="63B2D0BE" w14:textId="77777777" w:rsidTr="000816F1">
                        <w:tc>
                          <w:tcPr>
                            <w:tcW w:w="0" w:type="auto"/>
                            <w:vMerge/>
                            <w:vAlign w:val="center"/>
                            <w:hideMark/>
                          </w:tcPr>
                          <w:p w14:paraId="238830D8" w14:textId="77777777" w:rsidR="000816F1" w:rsidRDefault="000816F1" w:rsidP="0084612D">
                            <w:pPr>
                              <w:suppressAutoHyphens w:val="0"/>
                              <w:spacing w:after="0" w:line="240" w:lineRule="auto"/>
                              <w:rPr>
                                <w:b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hideMark/>
                          </w:tcPr>
                          <w:p w14:paraId="3AC69354" w14:textId="77777777" w:rsidR="000816F1" w:rsidRDefault="000816F1" w:rsidP="0084612D">
                            <w:pPr>
                              <w:pStyle w:val="Corpotesto"/>
                              <w:spacing w:line="240" w:lineRule="auto"/>
                              <w:ind w:left="318" w:hanging="234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COSENZA-SPIRITO SANTO</w:t>
                            </w:r>
                          </w:p>
                        </w:tc>
                        <w:tc>
                          <w:tcPr>
                            <w:tcW w:w="2294" w:type="dxa"/>
                            <w:hideMark/>
                          </w:tcPr>
                          <w:p w14:paraId="6F0ED494" w14:textId="77777777" w:rsidR="000816F1" w:rsidRDefault="000816F1" w:rsidP="000816F1">
                            <w:pPr>
                              <w:pStyle w:val="Corpotesto"/>
                              <w:spacing w:line="24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I.C. SCALEA</w:t>
                            </w:r>
                          </w:p>
                        </w:tc>
                        <w:tc>
                          <w:tcPr>
                            <w:tcW w:w="1984" w:type="dxa"/>
                            <w:hideMark/>
                          </w:tcPr>
                          <w:p w14:paraId="26FE3484" w14:textId="77777777" w:rsidR="000816F1" w:rsidRDefault="000816F1" w:rsidP="000816F1">
                            <w:pPr>
                              <w:pStyle w:val="Corpotesto"/>
                              <w:spacing w:line="24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I.C. CASSANO IONIO</w:t>
                            </w:r>
                          </w:p>
                        </w:tc>
                        <w:tc>
                          <w:tcPr>
                            <w:tcW w:w="1990" w:type="dxa"/>
                            <w:hideMark/>
                          </w:tcPr>
                          <w:p w14:paraId="01318473" w14:textId="7DAA2D63" w:rsidR="000816F1" w:rsidRDefault="000816F1" w:rsidP="000816F1">
                            <w:pPr>
                              <w:pStyle w:val="Corpotesto"/>
                              <w:spacing w:line="24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I.C. </w:t>
                            </w:r>
                            <w:r w:rsidR="00691898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CASTROVILLARI</w:t>
                            </w:r>
                          </w:p>
                        </w:tc>
                      </w:tr>
                      <w:tr w:rsidR="000816F1" w14:paraId="52D05AE6" w14:textId="77777777" w:rsidTr="000816F1">
                        <w:tc>
                          <w:tcPr>
                            <w:tcW w:w="0" w:type="auto"/>
                            <w:vMerge/>
                            <w:vAlign w:val="center"/>
                            <w:hideMark/>
                          </w:tcPr>
                          <w:p w14:paraId="5DFF063A" w14:textId="77777777" w:rsidR="000816F1" w:rsidRDefault="000816F1" w:rsidP="0084612D">
                            <w:pPr>
                              <w:suppressAutoHyphens w:val="0"/>
                              <w:spacing w:after="0" w:line="240" w:lineRule="auto"/>
                              <w:rPr>
                                <w:b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04" w:type="dxa"/>
                            <w:hideMark/>
                          </w:tcPr>
                          <w:p w14:paraId="1B9ED862" w14:textId="77777777" w:rsidR="000816F1" w:rsidRDefault="000816F1" w:rsidP="0084612D">
                            <w:pPr>
                              <w:pStyle w:val="Corpotesto"/>
                              <w:spacing w:line="240" w:lineRule="auto"/>
                              <w:ind w:left="318" w:hanging="234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ITI “A. MONACO”</w:t>
                            </w:r>
                          </w:p>
                        </w:tc>
                        <w:tc>
                          <w:tcPr>
                            <w:tcW w:w="2294" w:type="dxa"/>
                            <w:hideMark/>
                          </w:tcPr>
                          <w:p w14:paraId="37DFDE00" w14:textId="60A06DB5" w:rsidR="000816F1" w:rsidRDefault="000816F1" w:rsidP="000816F1">
                            <w:pPr>
                              <w:pStyle w:val="Corpotesto"/>
                              <w:spacing w:line="24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I.C. SAN  GIOVANNI IN FIORE</w:t>
                            </w:r>
                          </w:p>
                        </w:tc>
                        <w:tc>
                          <w:tcPr>
                            <w:tcW w:w="1984" w:type="dxa"/>
                            <w:hideMark/>
                          </w:tcPr>
                          <w:p w14:paraId="22547AE5" w14:textId="77777777" w:rsidR="000816F1" w:rsidRDefault="000816F1" w:rsidP="00691898">
                            <w:pPr>
                              <w:pStyle w:val="Corpotesto"/>
                              <w:spacing w:line="24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I.C. ROGGIANO    GRAVINA</w:t>
                            </w:r>
                          </w:p>
                        </w:tc>
                        <w:tc>
                          <w:tcPr>
                            <w:tcW w:w="1990" w:type="dxa"/>
                            <w:hideMark/>
                          </w:tcPr>
                          <w:p w14:paraId="1DFB7551" w14:textId="77777777" w:rsidR="000816F1" w:rsidRDefault="000816F1" w:rsidP="000816F1">
                            <w:pPr>
                              <w:pStyle w:val="Corpotesto"/>
                              <w:spacing w:line="240" w:lineRule="auto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Cs w:val="24"/>
                              </w:rPr>
                              <w:t>☐</w:t>
                            </w:r>
                            <w:r>
                              <w:rPr>
                                <w:szCs w:val="24"/>
                              </w:rPr>
                              <w:t xml:space="preserve">  SEDE </w:t>
                            </w:r>
                            <w:r w:rsidR="007D1E52">
                              <w:rPr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szCs w:val="24"/>
                              </w:rPr>
                              <w:t>AMMINISTR.</w:t>
                            </w:r>
                          </w:p>
                        </w:tc>
                      </w:tr>
                    </w:tbl>
                    <w:p w14:paraId="1E3C056B" w14:textId="77777777" w:rsidR="000816F1" w:rsidRDefault="000816F1" w:rsidP="000816F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00AB58F" w14:textId="77777777" w:rsidR="007042A8" w:rsidRDefault="007042A8" w:rsidP="00FE204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it-IT"/>
        </w:rPr>
      </w:pPr>
    </w:p>
    <w:p w14:paraId="75E415E6" w14:textId="77777777" w:rsidR="007042A8" w:rsidRPr="007042A8" w:rsidRDefault="007042A8" w:rsidP="007042A8">
      <w:pPr>
        <w:rPr>
          <w:rFonts w:ascii="Times New Roman" w:hAnsi="Times New Roman"/>
          <w:lang w:eastAsia="it-IT"/>
        </w:rPr>
      </w:pPr>
    </w:p>
    <w:p w14:paraId="4A29086C" w14:textId="77777777" w:rsidR="007042A8" w:rsidRPr="007042A8" w:rsidRDefault="007042A8" w:rsidP="007042A8">
      <w:pPr>
        <w:rPr>
          <w:rFonts w:ascii="Times New Roman" w:hAnsi="Times New Roman"/>
          <w:lang w:eastAsia="it-IT"/>
        </w:rPr>
      </w:pPr>
    </w:p>
    <w:p w14:paraId="2334F86B" w14:textId="77777777" w:rsidR="007042A8" w:rsidRPr="007042A8" w:rsidRDefault="007042A8" w:rsidP="007042A8">
      <w:pPr>
        <w:rPr>
          <w:rFonts w:ascii="Times New Roman" w:hAnsi="Times New Roman"/>
          <w:lang w:eastAsia="it-IT"/>
        </w:rPr>
      </w:pPr>
    </w:p>
    <w:p w14:paraId="422AEAE7" w14:textId="77777777" w:rsidR="007042A8" w:rsidRPr="007042A8" w:rsidRDefault="007042A8" w:rsidP="007042A8">
      <w:pPr>
        <w:rPr>
          <w:rFonts w:ascii="Times New Roman" w:hAnsi="Times New Roman"/>
          <w:lang w:eastAsia="it-IT"/>
        </w:rPr>
      </w:pPr>
    </w:p>
    <w:p w14:paraId="03826515" w14:textId="77777777" w:rsidR="00D4783C" w:rsidRDefault="00D4783C" w:rsidP="007042A8">
      <w:pPr>
        <w:rPr>
          <w:rFonts w:ascii="Times New Roman" w:hAnsi="Times New Roman"/>
          <w:lang w:eastAsia="it-IT"/>
        </w:rPr>
      </w:pPr>
    </w:p>
    <w:p w14:paraId="3C6C7CD8" w14:textId="77777777" w:rsidR="00D4783C" w:rsidRPr="00D4783C" w:rsidRDefault="007D1E52" w:rsidP="00D4783C">
      <w:pPr>
        <w:rPr>
          <w:rFonts w:ascii="Times New Roman" w:hAnsi="Times New Roman"/>
          <w:lang w:eastAsia="it-IT"/>
        </w:rPr>
      </w:pP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D08A16" wp14:editId="364E29DC">
                <wp:simplePos x="0" y="0"/>
                <wp:positionH relativeFrom="column">
                  <wp:posOffset>-196850</wp:posOffset>
                </wp:positionH>
                <wp:positionV relativeFrom="paragraph">
                  <wp:posOffset>86360</wp:posOffset>
                </wp:positionV>
                <wp:extent cx="6478270" cy="2092325"/>
                <wp:effectExtent l="0" t="0" r="17780" b="22225"/>
                <wp:wrapNone/>
                <wp:docPr id="2" name="Rettangolo arrotonda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270" cy="20923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3CF33A" w14:textId="77777777" w:rsidR="007042A8" w:rsidRDefault="007042A8" w:rsidP="007042A8">
                            <w:r>
                              <w:t xml:space="preserve">CLASSE/SEZIONE………………………… </w:t>
                            </w:r>
                            <w:r w:rsidR="0071298B">
                              <w:t xml:space="preserve">      </w:t>
                            </w:r>
                            <w:r>
                              <w:t xml:space="preserve">PIANO ………………. </w:t>
                            </w:r>
                            <w:r w:rsidR="0071298B">
                              <w:t xml:space="preserve">         </w:t>
                            </w:r>
                            <w:r>
                              <w:t>N° AULA ……………….</w:t>
                            </w:r>
                          </w:p>
                          <w:p w14:paraId="314BAA0C" w14:textId="77777777" w:rsidR="007042A8" w:rsidRDefault="007042A8" w:rsidP="007042A8">
                            <w:r>
                              <w:t>NUMERO ALLIEVI PRESENTI IN AULA ………………………</w:t>
                            </w:r>
                          </w:p>
                          <w:p w14:paraId="3EC76E1E" w14:textId="77777777" w:rsidR="007042A8" w:rsidRDefault="007042A8" w:rsidP="007042A8">
                            <w:r>
                              <w:t>NUMERO ALLIEVI EVACUATI 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………….…………</w:t>
                            </w:r>
                          </w:p>
                          <w:p w14:paraId="03D853FD" w14:textId="77777777" w:rsidR="007042A8" w:rsidRDefault="007042A8" w:rsidP="007042A8">
                            <w:r>
                              <w:t>DOCENTE 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………….……………………………………..</w:t>
                            </w:r>
                          </w:p>
                          <w:p w14:paraId="1D1AB148" w14:textId="77777777" w:rsidR="007042A8" w:rsidRDefault="007042A8" w:rsidP="007042A8">
                            <w:r>
                              <w:t>ZONA DI RACCOLTA:</w:t>
                            </w:r>
                            <w:r w:rsidR="0071298B">
                              <w:t xml:space="preserve"> ……………………………………………………………………………………</w:t>
                            </w:r>
                            <w:proofErr w:type="gramStart"/>
                            <w:r w:rsidR="0071298B">
                              <w:t>…….</w:t>
                            </w:r>
                            <w:proofErr w:type="gramEnd"/>
                            <w:r w:rsidR="0071298B">
                              <w:t>.</w:t>
                            </w:r>
                          </w:p>
                          <w:p w14:paraId="240FDC9E" w14:textId="77777777" w:rsidR="00D4783C" w:rsidRDefault="00D4783C" w:rsidP="007042A8">
                            <w:r w:rsidRPr="00D4783C">
                              <w:t xml:space="preserve">TEMPO IMPIEGATO PER RAGGIUNGERE IL PUNTO DI RACCOLTA E </w:t>
                            </w:r>
                            <w:r w:rsidR="0071298B">
                              <w:t xml:space="preserve">FARE </w:t>
                            </w:r>
                            <w:proofErr w:type="gramStart"/>
                            <w:r w:rsidRPr="00D4783C">
                              <w:t>L’APPELLO</w:t>
                            </w:r>
                            <w:r w:rsidR="0071298B">
                              <w:t>:  …</w:t>
                            </w:r>
                            <w:proofErr w:type="gramEnd"/>
                            <w:r w:rsidR="0071298B">
                              <w:t>……………………</w:t>
                            </w:r>
                          </w:p>
                          <w:p w14:paraId="0F8F5B7D" w14:textId="77777777" w:rsidR="007042A8" w:rsidRDefault="007042A8" w:rsidP="007042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D08A16" id="Rettangolo arrotondato 2" o:spid="_x0000_s1027" style="position:absolute;margin-left:-15.5pt;margin-top:6.8pt;width:510.1pt;height:16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" fillcolor="white [3201]" strokecolor="#4bacc6 [3208]" strokeweight="2pt">
                <v:textbox>
                  <w:txbxContent>
                    <w:p w14:paraId="043CF33A" w14:textId="77777777" w:rsidR="007042A8" w:rsidRDefault="007042A8" w:rsidP="007042A8">
                      <w:r>
                        <w:t xml:space="preserve">CLASSE/SEZIONE………………………… </w:t>
                      </w:r>
                      <w:r w:rsidR="0071298B">
                        <w:t xml:space="preserve">      </w:t>
                      </w:r>
                      <w:r>
                        <w:t xml:space="preserve">PIANO ………………. </w:t>
                      </w:r>
                      <w:r w:rsidR="0071298B">
                        <w:t xml:space="preserve">         </w:t>
                      </w:r>
                      <w:r>
                        <w:t>N° AULA ……………….</w:t>
                      </w:r>
                    </w:p>
                    <w:p w14:paraId="314BAA0C" w14:textId="77777777" w:rsidR="007042A8" w:rsidRDefault="007042A8" w:rsidP="007042A8">
                      <w:r>
                        <w:t>NUMERO ALLIEVI PRESENTI IN AULA ………………………</w:t>
                      </w:r>
                    </w:p>
                    <w:p w14:paraId="3EC76E1E" w14:textId="77777777" w:rsidR="007042A8" w:rsidRDefault="007042A8" w:rsidP="007042A8">
                      <w:r>
                        <w:t>NUMERO ALLIEVI EVACUATI 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………….…………</w:t>
                      </w:r>
                    </w:p>
                    <w:p w14:paraId="03D853FD" w14:textId="77777777" w:rsidR="007042A8" w:rsidRDefault="007042A8" w:rsidP="007042A8">
                      <w:r>
                        <w:t>DOCENTE 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………….……………………………………..</w:t>
                      </w:r>
                    </w:p>
                    <w:p w14:paraId="1D1AB148" w14:textId="77777777" w:rsidR="007042A8" w:rsidRDefault="007042A8" w:rsidP="007042A8">
                      <w:r>
                        <w:t>ZONA DI RACCOLTA:</w:t>
                      </w:r>
                      <w:r w:rsidR="0071298B">
                        <w:t xml:space="preserve"> ……………………………………………………………………………………</w:t>
                      </w:r>
                      <w:proofErr w:type="gramStart"/>
                      <w:r w:rsidR="0071298B">
                        <w:t>…….</w:t>
                      </w:r>
                      <w:proofErr w:type="gramEnd"/>
                      <w:r w:rsidR="0071298B">
                        <w:t>.</w:t>
                      </w:r>
                    </w:p>
                    <w:p w14:paraId="240FDC9E" w14:textId="77777777" w:rsidR="00D4783C" w:rsidRDefault="00D4783C" w:rsidP="007042A8">
                      <w:r w:rsidRPr="00D4783C">
                        <w:t xml:space="preserve">TEMPO IMPIEGATO PER RAGGIUNGERE IL PUNTO DI RACCOLTA E </w:t>
                      </w:r>
                      <w:r w:rsidR="0071298B">
                        <w:t xml:space="preserve">FARE </w:t>
                      </w:r>
                      <w:proofErr w:type="gramStart"/>
                      <w:r w:rsidRPr="00D4783C">
                        <w:t>L’APPELLO</w:t>
                      </w:r>
                      <w:r w:rsidR="0071298B">
                        <w:t>:  …</w:t>
                      </w:r>
                      <w:proofErr w:type="gramEnd"/>
                      <w:r w:rsidR="0071298B">
                        <w:t>……………………</w:t>
                      </w:r>
                    </w:p>
                    <w:p w14:paraId="0F8F5B7D" w14:textId="77777777" w:rsidR="007042A8" w:rsidRDefault="007042A8" w:rsidP="007042A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8FE365F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3B78B46D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20AE923D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642D036D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2DE96190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6D50998A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481F473B" w14:textId="77777777" w:rsidR="00D4783C" w:rsidRPr="00D4783C" w:rsidRDefault="00DF4052" w:rsidP="00D4783C">
      <w:pPr>
        <w:rPr>
          <w:rFonts w:ascii="Times New Roman" w:hAnsi="Times New Roman"/>
          <w:lang w:eastAsia="it-IT"/>
        </w:rPr>
      </w:pP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8BBC7" wp14:editId="3738BFD9">
                <wp:simplePos x="0" y="0"/>
                <wp:positionH relativeFrom="column">
                  <wp:posOffset>-167538</wp:posOffset>
                </wp:positionH>
                <wp:positionV relativeFrom="paragraph">
                  <wp:posOffset>265719</wp:posOffset>
                </wp:positionV>
                <wp:extent cx="6443674" cy="1935412"/>
                <wp:effectExtent l="0" t="0" r="14605" b="27305"/>
                <wp:wrapNone/>
                <wp:docPr id="5" name="Rettangolo arrotonda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3674" cy="1935412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BF16E" w14:textId="77777777" w:rsidR="00D9191D" w:rsidRDefault="00D9191D" w:rsidP="00D9191D">
                            <w:pPr>
                              <w:jc w:val="center"/>
                            </w:pPr>
                            <w:r>
                              <w:t xml:space="preserve">DA COMPILARE SOLO IN PRESENZA DI FERITI O DISPERSI </w:t>
                            </w:r>
                          </w:p>
                          <w:p w14:paraId="77C9D383" w14:textId="2FE4713E" w:rsidR="00D9191D" w:rsidRDefault="00D9191D" w:rsidP="00D9191D">
                            <w:r>
                              <w:t>NOMINATIVI FERITI …………………………………………………………………………………......................................</w:t>
                            </w:r>
                          </w:p>
                          <w:p w14:paraId="14C43E88" w14:textId="77777777" w:rsidR="00D9191D" w:rsidRDefault="00D9191D" w:rsidP="00D9191D">
                            <w:r>
                              <w:t>……………………………………………………………………………………………………………………………….…………………….</w:t>
                            </w:r>
                          </w:p>
                          <w:p w14:paraId="479F9749" w14:textId="77777777" w:rsidR="00D9191D" w:rsidRDefault="00D9191D" w:rsidP="00D9191D">
                            <w:r>
                              <w:t>NOMINATIVI DISPERSI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>……………………………………………………………………………………………………………...</w:t>
                            </w:r>
                          </w:p>
                          <w:p w14:paraId="507BA7FB" w14:textId="77777777" w:rsidR="00D9191D" w:rsidRDefault="00D9191D" w:rsidP="00D9191D">
                            <w:r>
                              <w:t>………………………………………………………………………………………………………………………...…………………………..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A8BBC7" id="Rettangolo arrotondato 5" o:spid="_x0000_s1028" style="position:absolute;margin-left:-13.2pt;margin-top:20.9pt;width:507.4pt;height:15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" fillcolor="white [3201]" strokecolor="#4bacc6 [3208]" strokeweight="2pt">
                <v:textbox>
                  <w:txbxContent>
                    <w:p w14:paraId="13DBF16E" w14:textId="77777777" w:rsidR="00D9191D" w:rsidRDefault="00D9191D" w:rsidP="00D9191D">
                      <w:pPr>
                        <w:jc w:val="center"/>
                      </w:pPr>
                      <w:r>
                        <w:t xml:space="preserve">DA COMPILARE SOLO IN PRESENZA DI FERITI O DISPERSI </w:t>
                      </w:r>
                    </w:p>
                    <w:p w14:paraId="77C9D383" w14:textId="2FE4713E" w:rsidR="00D9191D" w:rsidRDefault="00D9191D" w:rsidP="00D9191D">
                      <w:r>
                        <w:t>NOMINATIVI FERITI …………………………………………………………………………………......................................</w:t>
                      </w:r>
                    </w:p>
                    <w:p w14:paraId="14C43E88" w14:textId="77777777" w:rsidR="00D9191D" w:rsidRDefault="00D9191D" w:rsidP="00D9191D">
                      <w:r>
                        <w:t>……………………………………………………………………………………………………………………………….…………………….</w:t>
                      </w:r>
                    </w:p>
                    <w:p w14:paraId="479F9749" w14:textId="77777777" w:rsidR="00D9191D" w:rsidRDefault="00D9191D" w:rsidP="00D9191D">
                      <w:r>
                        <w:t>NOMINATIVI DISPERSI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>……………………………………………………………………………………………………………...</w:t>
                      </w:r>
                    </w:p>
                    <w:p w14:paraId="507BA7FB" w14:textId="77777777" w:rsidR="00D9191D" w:rsidRDefault="00D9191D" w:rsidP="00D9191D">
                      <w:r>
                        <w:t>………………………………………………………………………………………………………………………...…………………………..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FC8543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5C914B95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4D0D70DD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17AFB10B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4A27B5E8" w14:textId="77777777" w:rsidR="00D4783C" w:rsidRPr="00D4783C" w:rsidRDefault="00D4783C" w:rsidP="00D4783C">
      <w:pPr>
        <w:rPr>
          <w:rFonts w:ascii="Times New Roman" w:hAnsi="Times New Roman"/>
          <w:lang w:eastAsia="it-IT"/>
        </w:rPr>
      </w:pPr>
    </w:p>
    <w:p w14:paraId="707A66FC" w14:textId="77777777" w:rsidR="00D4783C" w:rsidRDefault="00D4783C" w:rsidP="00D4783C">
      <w:pPr>
        <w:rPr>
          <w:rFonts w:ascii="Times New Roman" w:hAnsi="Times New Roman"/>
          <w:lang w:eastAsia="it-IT"/>
        </w:rPr>
      </w:pPr>
    </w:p>
    <w:p w14:paraId="22CDCC5B" w14:textId="77777777" w:rsidR="00DF4052" w:rsidRDefault="00DF4052" w:rsidP="00D4783C">
      <w:pPr>
        <w:rPr>
          <w:rFonts w:asciiTheme="minorHAnsi" w:hAnsiTheme="minorHAnsi" w:cstheme="minorHAnsi"/>
          <w:lang w:eastAsia="it-IT"/>
        </w:rPr>
      </w:pPr>
    </w:p>
    <w:p w14:paraId="4C258DCF" w14:textId="6A5A93C9" w:rsidR="00EB16B9" w:rsidRPr="00D4783C" w:rsidRDefault="00DF4052" w:rsidP="00D4783C">
      <w:pPr>
        <w:rPr>
          <w:rFonts w:ascii="Times New Roman" w:hAnsi="Times New Roman"/>
          <w:lang w:eastAsia="it-IT"/>
        </w:rPr>
      </w:pPr>
      <w:r>
        <w:rPr>
          <w:rFonts w:asciiTheme="minorHAnsi" w:hAnsiTheme="minorHAnsi" w:cstheme="minorHAnsi"/>
          <w:lang w:eastAsia="it-IT"/>
        </w:rPr>
        <w:t xml:space="preserve">  </w:t>
      </w:r>
      <w:r w:rsidR="00D4783C" w:rsidRPr="00D4783C">
        <w:rPr>
          <w:rFonts w:asciiTheme="minorHAnsi" w:hAnsiTheme="minorHAnsi" w:cstheme="minorHAnsi"/>
          <w:lang w:eastAsia="it-IT"/>
        </w:rPr>
        <w:t xml:space="preserve">DATA E ORA                                                               </w:t>
      </w:r>
      <w:r>
        <w:rPr>
          <w:rFonts w:asciiTheme="minorHAnsi" w:hAnsiTheme="minorHAnsi" w:cstheme="minorHAnsi"/>
          <w:lang w:eastAsia="it-IT"/>
        </w:rPr>
        <w:t xml:space="preserve">                   </w:t>
      </w:r>
      <w:r w:rsidR="00D4783C" w:rsidRPr="00D4783C">
        <w:rPr>
          <w:rFonts w:asciiTheme="minorHAnsi" w:hAnsiTheme="minorHAnsi" w:cstheme="minorHAnsi"/>
          <w:lang w:eastAsia="it-IT"/>
        </w:rPr>
        <w:t>FIRMA</w:t>
      </w:r>
      <w:r>
        <w:rPr>
          <w:rFonts w:asciiTheme="minorHAnsi" w:hAnsiTheme="minorHAnsi" w:cstheme="minorHAnsi"/>
          <w:lang w:eastAsia="it-IT"/>
        </w:rPr>
        <w:t xml:space="preserve"> DEL</w:t>
      </w:r>
      <w:r w:rsidR="00D4783C" w:rsidRPr="00D4783C">
        <w:rPr>
          <w:rFonts w:asciiTheme="minorHAnsi" w:hAnsiTheme="minorHAnsi" w:cstheme="minorHAnsi"/>
          <w:lang w:eastAsia="it-IT"/>
        </w:rPr>
        <w:t xml:space="preserve"> DOCENTE</w:t>
      </w:r>
      <w:r w:rsidR="00D4783C">
        <w:rPr>
          <w:rFonts w:ascii="Times New Roman" w:hAnsi="Times New Roman"/>
          <w:lang w:eastAsia="it-IT"/>
        </w:rPr>
        <w:t xml:space="preserve"> </w:t>
      </w:r>
      <w:r>
        <w:rPr>
          <w:rFonts w:ascii="Times New Roman" w:hAnsi="Times New Roman"/>
          <w:lang w:eastAsia="it-IT"/>
        </w:rPr>
        <w:t>____________________</w:t>
      </w:r>
    </w:p>
    <w:sectPr w:rsidR="00EB16B9" w:rsidRPr="00D4783C" w:rsidSect="003156EC">
      <w:headerReference w:type="default" r:id="rId8"/>
      <w:footerReference w:type="default" r:id="rId9"/>
      <w:pgSz w:w="11906" w:h="16838"/>
      <w:pgMar w:top="567" w:right="1134" w:bottom="1418" w:left="1134" w:header="514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C52E1" w14:textId="77777777" w:rsidR="00455C7F" w:rsidRDefault="00455C7F">
      <w:pPr>
        <w:spacing w:after="0" w:line="240" w:lineRule="auto"/>
      </w:pPr>
      <w:r>
        <w:separator/>
      </w:r>
    </w:p>
  </w:endnote>
  <w:endnote w:type="continuationSeparator" w:id="0">
    <w:p w14:paraId="06D671E0" w14:textId="77777777" w:rsidR="00455C7F" w:rsidRDefault="0045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8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1"/>
      <w:gridCol w:w="1530"/>
      <w:gridCol w:w="1531"/>
      <w:gridCol w:w="3061"/>
      <w:gridCol w:w="671"/>
      <w:gridCol w:w="9"/>
    </w:tblGrid>
    <w:tr w:rsidR="007E6B42" w:rsidRPr="00994128" w14:paraId="268D9A42" w14:textId="77777777" w:rsidTr="006876D4">
      <w:trPr>
        <w:gridAfter w:val="1"/>
        <w:wAfter w:w="9" w:type="dxa"/>
      </w:trPr>
      <w:tc>
        <w:tcPr>
          <w:tcW w:w="9854" w:type="dxa"/>
          <w:gridSpan w:val="5"/>
          <w:tcBorders>
            <w:top w:val="single" w:sz="18" w:space="0" w:color="4BACC6" w:themeColor="accent5"/>
          </w:tcBorders>
        </w:tcPr>
        <w:p w14:paraId="7B87DF47" w14:textId="77777777" w:rsidR="007E6B42" w:rsidRPr="00687D5E" w:rsidRDefault="005D6156" w:rsidP="007E6B42">
          <w:pPr>
            <w:pStyle w:val="Nessunaspaziatura"/>
            <w:jc w:val="center"/>
            <w:rPr>
              <w:b/>
              <w:color w:val="000000" w:themeColor="text1"/>
              <w:spacing w:val="30"/>
              <w:sz w:val="18"/>
              <w:szCs w:val="18"/>
            </w:rPr>
          </w:pPr>
          <w:r>
            <w:rPr>
              <w:b/>
              <w:noProof/>
              <w:color w:val="000000" w:themeColor="text1"/>
              <w:spacing w:val="30"/>
              <w:sz w:val="18"/>
              <w:szCs w:val="18"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1347E10B" wp14:editId="47911533">
                <wp:simplePos x="0" y="0"/>
                <wp:positionH relativeFrom="column">
                  <wp:posOffset>5779547</wp:posOffset>
                </wp:positionH>
                <wp:positionV relativeFrom="paragraph">
                  <wp:posOffset>-36195</wp:posOffset>
                </wp:positionV>
                <wp:extent cx="433449" cy="433449"/>
                <wp:effectExtent l="0" t="0" r="5080" b="5080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3449" cy="4334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E6B42" w:rsidRPr="00687D5E">
            <w:rPr>
              <w:b/>
              <w:color w:val="000000" w:themeColor="text1"/>
              <w:spacing w:val="30"/>
              <w:sz w:val="18"/>
              <w:szCs w:val="18"/>
            </w:rPr>
            <w:t xml:space="preserve">Sede amministrativa CPIA, Via Brenta 39 - 87100 Cosenza </w:t>
          </w:r>
          <w:proofErr w:type="spellStart"/>
          <w:r w:rsidR="007E6B42" w:rsidRPr="00687D5E">
            <w:rPr>
              <w:b/>
              <w:color w:val="000000" w:themeColor="text1"/>
              <w:spacing w:val="30"/>
              <w:sz w:val="18"/>
              <w:szCs w:val="18"/>
            </w:rPr>
            <w:t>tel</w:t>
          </w:r>
          <w:proofErr w:type="spellEnd"/>
          <w:r w:rsidR="007E6B42" w:rsidRPr="00687D5E">
            <w:rPr>
              <w:b/>
              <w:color w:val="000000" w:themeColor="text1"/>
              <w:spacing w:val="30"/>
              <w:sz w:val="18"/>
              <w:szCs w:val="18"/>
            </w:rPr>
            <w:t>/fax 0984 24699</w:t>
          </w:r>
        </w:p>
      </w:tc>
    </w:tr>
    <w:tr w:rsidR="00687D5E" w:rsidRPr="00994128" w14:paraId="482D3C5A" w14:textId="77777777" w:rsidTr="00687D5E">
      <w:tc>
        <w:tcPr>
          <w:tcW w:w="3061" w:type="dxa"/>
          <w:vAlign w:val="center"/>
        </w:tcPr>
        <w:p w14:paraId="2163AC5F" w14:textId="77777777" w:rsidR="007E6B42" w:rsidRPr="00994128" w:rsidRDefault="007E6B42" w:rsidP="006876D4">
          <w:pPr>
            <w:pStyle w:val="Nessunaspaziatura"/>
            <w:rPr>
              <w:color w:val="000000" w:themeColor="text1"/>
              <w:sz w:val="18"/>
              <w:szCs w:val="18"/>
            </w:rPr>
          </w:pPr>
          <w:r w:rsidRPr="00994128">
            <w:rPr>
              <w:color w:val="000000" w:themeColor="text1"/>
              <w:sz w:val="18"/>
              <w:szCs w:val="18"/>
            </w:rPr>
            <w:t>Codice mecc</w:t>
          </w:r>
          <w:r>
            <w:rPr>
              <w:color w:val="000000" w:themeColor="text1"/>
              <w:sz w:val="18"/>
              <w:szCs w:val="18"/>
            </w:rPr>
            <w:t>anografico</w:t>
          </w:r>
          <w:r w:rsidRPr="00994128">
            <w:rPr>
              <w:color w:val="000000" w:themeColor="text1"/>
              <w:sz w:val="18"/>
              <w:szCs w:val="18"/>
            </w:rPr>
            <w:t xml:space="preserve"> </w:t>
          </w:r>
          <w:r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CSMM304005</w:t>
          </w:r>
          <w:r>
            <w:rPr>
              <w:rStyle w:val="Enfasigrassetto"/>
              <w:b w:val="0"/>
              <w:color w:val="000000" w:themeColor="text1"/>
              <w:sz w:val="18"/>
              <w:szCs w:val="18"/>
            </w:rPr>
            <w:t xml:space="preserve">          </w:t>
          </w:r>
        </w:p>
      </w:tc>
      <w:tc>
        <w:tcPr>
          <w:tcW w:w="3061" w:type="dxa"/>
          <w:gridSpan w:val="2"/>
          <w:vAlign w:val="center"/>
        </w:tcPr>
        <w:p w14:paraId="07D87C8D" w14:textId="77777777" w:rsidR="007E6B42" w:rsidRPr="007E6B42" w:rsidRDefault="00F636CD" w:rsidP="00722809">
          <w:pPr>
            <w:pStyle w:val="Nessunaspaziatura"/>
            <w:jc w:val="center"/>
            <w:rPr>
              <w:color w:val="000000" w:themeColor="text1"/>
              <w:sz w:val="18"/>
              <w:szCs w:val="18"/>
              <w:lang w:val="en-US"/>
            </w:rPr>
          </w:pPr>
          <w:proofErr w:type="spellStart"/>
          <w:r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Sito</w:t>
          </w:r>
          <w:proofErr w:type="spellEnd"/>
          <w:r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 xml:space="preserve"> web</w:t>
          </w:r>
          <w:r w:rsidR="007E6B42" w:rsidRPr="007E6B42"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: www.cpiacs.</w:t>
          </w:r>
          <w:r w:rsidR="00722809"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edu</w:t>
          </w:r>
          <w:r w:rsidR="007E6B42" w:rsidRPr="007E6B42">
            <w:rPr>
              <w:rStyle w:val="Enfasigrassetto"/>
              <w:b w:val="0"/>
              <w:color w:val="000000" w:themeColor="text1"/>
              <w:sz w:val="18"/>
              <w:szCs w:val="18"/>
              <w:lang w:val="en-US"/>
            </w:rPr>
            <w:t>.it</w:t>
          </w:r>
        </w:p>
      </w:tc>
      <w:tc>
        <w:tcPr>
          <w:tcW w:w="3061" w:type="dxa"/>
          <w:vAlign w:val="center"/>
        </w:tcPr>
        <w:p w14:paraId="172EDE01" w14:textId="77777777" w:rsidR="007E6B42" w:rsidRPr="00994128" w:rsidRDefault="007E6B42" w:rsidP="00925779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  <w:r w:rsidRPr="00994128">
            <w:rPr>
              <w:color w:val="000000" w:themeColor="text1"/>
              <w:sz w:val="18"/>
              <w:szCs w:val="18"/>
            </w:rPr>
            <w:t>C</w:t>
          </w:r>
          <w:r>
            <w:rPr>
              <w:color w:val="000000" w:themeColor="text1"/>
              <w:sz w:val="18"/>
              <w:szCs w:val="18"/>
            </w:rPr>
            <w:t xml:space="preserve">odice </w:t>
          </w:r>
          <w:r w:rsidRPr="00994128">
            <w:rPr>
              <w:color w:val="000000" w:themeColor="text1"/>
              <w:sz w:val="18"/>
              <w:szCs w:val="18"/>
            </w:rPr>
            <w:t>F</w:t>
          </w:r>
          <w:r>
            <w:rPr>
              <w:color w:val="000000" w:themeColor="text1"/>
              <w:sz w:val="18"/>
              <w:szCs w:val="18"/>
            </w:rPr>
            <w:t>iscale</w:t>
          </w:r>
          <w:r w:rsidRPr="00994128">
            <w:rPr>
              <w:color w:val="000000" w:themeColor="text1"/>
              <w:sz w:val="18"/>
              <w:szCs w:val="18"/>
            </w:rPr>
            <w:t> </w:t>
          </w:r>
          <w:r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98108590781</w:t>
          </w:r>
        </w:p>
      </w:tc>
      <w:tc>
        <w:tcPr>
          <w:tcW w:w="680" w:type="dxa"/>
          <w:gridSpan w:val="2"/>
        </w:tcPr>
        <w:p w14:paraId="7C07895A" w14:textId="77777777" w:rsidR="007E6B42" w:rsidRPr="00994128" w:rsidRDefault="007E6B42" w:rsidP="00925779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</w:p>
      </w:tc>
    </w:tr>
    <w:tr w:rsidR="00037129" w:rsidRPr="00994128" w14:paraId="1B58B45F" w14:textId="77777777" w:rsidTr="000403E5">
      <w:tc>
        <w:tcPr>
          <w:tcW w:w="4591" w:type="dxa"/>
          <w:gridSpan w:val="2"/>
          <w:vAlign w:val="center"/>
        </w:tcPr>
        <w:p w14:paraId="0A712FE0" w14:textId="77777777" w:rsidR="00037129" w:rsidRPr="00994128" w:rsidRDefault="00037129" w:rsidP="006876D4">
          <w:pPr>
            <w:pStyle w:val="Nessunaspaziatura"/>
            <w:rPr>
              <w:color w:val="000000" w:themeColor="text1"/>
              <w:sz w:val="18"/>
              <w:szCs w:val="18"/>
            </w:rPr>
          </w:pPr>
          <w:r w:rsidRPr="00994128">
            <w:rPr>
              <w:color w:val="000000" w:themeColor="text1"/>
              <w:sz w:val="18"/>
              <w:szCs w:val="18"/>
            </w:rPr>
            <w:t xml:space="preserve">E-mail: </w:t>
          </w:r>
          <w:r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csmm304005</w:t>
          </w:r>
          <w:r w:rsidRPr="00994128">
            <w:rPr>
              <w:color w:val="000000" w:themeColor="text1"/>
              <w:sz w:val="18"/>
              <w:szCs w:val="18"/>
            </w:rPr>
            <w:t>@istruzione.it</w:t>
          </w:r>
        </w:p>
      </w:tc>
      <w:tc>
        <w:tcPr>
          <w:tcW w:w="4592" w:type="dxa"/>
          <w:gridSpan w:val="2"/>
          <w:vAlign w:val="center"/>
        </w:tcPr>
        <w:p w14:paraId="33465C6C" w14:textId="77777777" w:rsidR="00037129" w:rsidRPr="00994128" w:rsidRDefault="006876D4" w:rsidP="00925779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  <w:r>
            <w:rPr>
              <w:color w:val="000000" w:themeColor="text1"/>
              <w:sz w:val="18"/>
              <w:szCs w:val="18"/>
            </w:rPr>
            <w:t xml:space="preserve">                                   </w:t>
          </w:r>
          <w:r w:rsidR="00037129" w:rsidRPr="00994128">
            <w:rPr>
              <w:color w:val="000000" w:themeColor="text1"/>
              <w:sz w:val="18"/>
              <w:szCs w:val="18"/>
            </w:rPr>
            <w:t xml:space="preserve">PEC: </w:t>
          </w:r>
          <w:r w:rsidR="00037129" w:rsidRPr="00994128">
            <w:rPr>
              <w:rStyle w:val="Enfasigrassetto"/>
              <w:b w:val="0"/>
              <w:color w:val="000000" w:themeColor="text1"/>
              <w:sz w:val="18"/>
              <w:szCs w:val="18"/>
            </w:rPr>
            <w:t>csmm304005</w:t>
          </w:r>
          <w:r w:rsidR="00037129" w:rsidRPr="00994128">
            <w:rPr>
              <w:color w:val="000000" w:themeColor="text1"/>
              <w:sz w:val="18"/>
              <w:szCs w:val="18"/>
            </w:rPr>
            <w:t>@pec.istruzione.it</w:t>
          </w:r>
        </w:p>
      </w:tc>
      <w:tc>
        <w:tcPr>
          <w:tcW w:w="680" w:type="dxa"/>
          <w:gridSpan w:val="2"/>
        </w:tcPr>
        <w:p w14:paraId="2D546FFB" w14:textId="77777777" w:rsidR="00037129" w:rsidRPr="00994128" w:rsidRDefault="00037129" w:rsidP="00925779">
          <w:pPr>
            <w:pStyle w:val="Nessunaspaziatura"/>
            <w:jc w:val="center"/>
            <w:rPr>
              <w:color w:val="000000" w:themeColor="text1"/>
              <w:sz w:val="18"/>
              <w:szCs w:val="18"/>
            </w:rPr>
          </w:pPr>
        </w:p>
      </w:tc>
    </w:tr>
  </w:tbl>
  <w:p w14:paraId="350C5F3A" w14:textId="77777777" w:rsidR="00994128" w:rsidRPr="00994128" w:rsidRDefault="00994128" w:rsidP="009A4FDE">
    <w:pPr>
      <w:pStyle w:val="Nessunaspaziatura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B9BB" w14:textId="77777777" w:rsidR="00455C7F" w:rsidRDefault="00455C7F">
      <w:pPr>
        <w:spacing w:after="0" w:line="240" w:lineRule="auto"/>
      </w:pPr>
      <w:r>
        <w:separator/>
      </w:r>
    </w:p>
  </w:footnote>
  <w:footnote w:type="continuationSeparator" w:id="0">
    <w:p w14:paraId="56D8C082" w14:textId="77777777" w:rsidR="00455C7F" w:rsidRDefault="00455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CCDEE" w14:textId="77777777" w:rsidR="006876D4" w:rsidRDefault="006876D4">
    <w:pPr>
      <w:pStyle w:val="Intestazione"/>
    </w:pPr>
  </w:p>
  <w:p w14:paraId="4F851B92" w14:textId="77777777" w:rsidR="006876D4" w:rsidRDefault="006876D4">
    <w:pPr>
      <w:pStyle w:val="Intestazione"/>
    </w:pPr>
  </w:p>
  <w:tbl>
    <w:tblPr>
      <w:tblStyle w:val="Grigliatabella"/>
      <w:tblW w:w="10207" w:type="dxa"/>
      <w:tblInd w:w="-176" w:type="dxa"/>
      <w:tblBorders>
        <w:top w:val="single" w:sz="18" w:space="0" w:color="4BACC6" w:themeColor="accent5"/>
        <w:left w:val="single" w:sz="18" w:space="0" w:color="4BACC6" w:themeColor="accent5"/>
        <w:bottom w:val="single" w:sz="18" w:space="0" w:color="4BACC6" w:themeColor="accent5"/>
        <w:right w:val="single" w:sz="18" w:space="0" w:color="4BACC6" w:themeColor="accent5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016"/>
      <w:gridCol w:w="1918"/>
      <w:gridCol w:w="2271"/>
      <w:gridCol w:w="2125"/>
      <w:gridCol w:w="1877"/>
    </w:tblGrid>
    <w:tr w:rsidR="006876D4" w14:paraId="40D29A41" w14:textId="77777777" w:rsidTr="003156EC">
      <w:trPr>
        <w:trHeight w:val="1671"/>
      </w:trPr>
      <w:tc>
        <w:tcPr>
          <w:tcW w:w="2016" w:type="dxa"/>
        </w:tcPr>
        <w:p w14:paraId="407F9066" w14:textId="77777777" w:rsidR="006876D4" w:rsidRDefault="006876D4" w:rsidP="00701750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</w:p>
        <w:p w14:paraId="78D36328" w14:textId="77777777" w:rsidR="006876D4" w:rsidRDefault="006876D4" w:rsidP="00701750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  <w:r>
            <w:rPr>
              <w:rFonts w:ascii="Times New Roman" w:hAnsi="Times New Roman"/>
              <w:noProof/>
              <w:lang w:eastAsia="it-IT"/>
            </w:rPr>
            <w:drawing>
              <wp:inline distT="0" distB="0" distL="0" distR="0" wp14:anchorId="054685F6" wp14:editId="7D8DDC98">
                <wp:extent cx="1135380" cy="662940"/>
                <wp:effectExtent l="0" t="0" r="7620" b="3810"/>
                <wp:docPr id="4" name="Immagine 4" descr="C:\Users\UTENTE\Desktop\prova pon - Copi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 descr="C:\Users\UTENTE\Desktop\prova pon - Copi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5380" cy="662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18" w:type="dxa"/>
        </w:tcPr>
        <w:p w14:paraId="608FE805" w14:textId="77777777" w:rsidR="006876D4" w:rsidRDefault="006876D4" w:rsidP="00701750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</w:p>
        <w:p w14:paraId="0BC4F6A4" w14:textId="77777777" w:rsidR="006876D4" w:rsidRDefault="006876D4" w:rsidP="00701750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lang w:eastAsia="it-IT"/>
            </w:rPr>
          </w:pPr>
          <w:r>
            <w:rPr>
              <w:rFonts w:ascii="Times New Roman" w:hAnsi="Times New Roman"/>
              <w:noProof/>
              <w:lang w:eastAsia="it-IT"/>
            </w:rPr>
            <w:drawing>
              <wp:inline distT="0" distB="0" distL="0" distR="0" wp14:anchorId="4654B631" wp14:editId="3ADE631F">
                <wp:extent cx="1013460" cy="746760"/>
                <wp:effectExtent l="0" t="0" r="0" b="0"/>
                <wp:docPr id="6" name="Immagine 6" descr="C:\Users\UTENTE\AppData\Local\Microsoft\Windows\INetCache\Content.Word\prova pon - Copia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UTENTE\AppData\Local\Microsoft\Windows\INetCache\Content.Word\prova pon - Copia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346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1" w:type="dxa"/>
        </w:tcPr>
        <w:p w14:paraId="1E36977F" w14:textId="77777777" w:rsidR="006876D4" w:rsidRDefault="006876D4" w:rsidP="00701750">
          <w:pPr>
            <w:autoSpaceDE w:val="0"/>
            <w:autoSpaceDN w:val="0"/>
            <w:adjustRightInd w:val="0"/>
            <w:spacing w:after="0"/>
            <w:jc w:val="both"/>
            <w:rPr>
              <w:noProof/>
              <w:lang w:eastAsia="it-IT"/>
            </w:rPr>
          </w:pPr>
        </w:p>
        <w:p w14:paraId="2F5E932B" w14:textId="77777777" w:rsidR="006876D4" w:rsidRDefault="006876D4" w:rsidP="00701750">
          <w:pPr>
            <w:autoSpaceDE w:val="0"/>
            <w:autoSpaceDN w:val="0"/>
            <w:adjustRightInd w:val="0"/>
            <w:spacing w:after="0"/>
            <w:jc w:val="both"/>
            <w:rPr>
              <w:rFonts w:ascii="Times New Roman" w:hAnsi="Times New Roman"/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 wp14:anchorId="008D76A1" wp14:editId="4E0CB436">
                <wp:extent cx="1304925" cy="941364"/>
                <wp:effectExtent l="0" t="0" r="0" b="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Valeria Solesin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4497" cy="9482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5" w:type="dxa"/>
        </w:tcPr>
        <w:p w14:paraId="5A409CA8" w14:textId="77777777" w:rsidR="006876D4" w:rsidRDefault="006876D4" w:rsidP="00701750">
          <w:pPr>
            <w:autoSpaceDE w:val="0"/>
            <w:autoSpaceDN w:val="0"/>
            <w:adjustRightInd w:val="0"/>
            <w:spacing w:after="0"/>
            <w:rPr>
              <w:rFonts w:ascii="Times New Roman" w:hAnsi="Times New Roman"/>
              <w:lang w:eastAsia="it-IT"/>
            </w:rPr>
          </w:pPr>
        </w:p>
        <w:p w14:paraId="7BC6B02B" w14:textId="77777777" w:rsidR="006876D4" w:rsidRDefault="006876D4" w:rsidP="00701750">
          <w:pPr>
            <w:autoSpaceDE w:val="0"/>
            <w:autoSpaceDN w:val="0"/>
            <w:adjustRightInd w:val="0"/>
            <w:spacing w:after="0"/>
            <w:jc w:val="center"/>
            <w:rPr>
              <w:rStyle w:val="Enfasicorsivo"/>
              <w:rFonts w:ascii="Tempus Sans ITC" w:hAnsi="Tempus Sans ITC" w:cs="Arial"/>
              <w:b/>
              <w:sz w:val="16"/>
              <w:szCs w:val="16"/>
            </w:rPr>
          </w:pPr>
          <w:r>
            <w:rPr>
              <w:rFonts w:ascii="Arial" w:hAnsi="Arial" w:cs="Arial"/>
              <w:noProof/>
              <w:sz w:val="12"/>
              <w:szCs w:val="12"/>
              <w:lang w:eastAsia="it-IT"/>
            </w:rPr>
            <w:drawing>
              <wp:inline distT="0" distB="0" distL="0" distR="0" wp14:anchorId="586A5E86" wp14:editId="03B916FF">
                <wp:extent cx="558542" cy="593766"/>
                <wp:effectExtent l="0" t="0" r="0" b="0"/>
                <wp:docPr id="9" name="Immagine 9" descr="Descrizione: emblema_m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Descrizione: emblema_m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949" b="325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181" cy="5965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FEF967" w14:textId="20617C3C" w:rsidR="00AE2DA8" w:rsidRDefault="00AE2DA8" w:rsidP="00AE2DA8">
          <w:pPr>
            <w:autoSpaceDE w:val="0"/>
            <w:autoSpaceDN w:val="0"/>
            <w:adjustRightInd w:val="0"/>
            <w:spacing w:after="0"/>
            <w:jc w:val="center"/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</w:pPr>
          <w:r w:rsidRPr="003156EC"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  <w:t xml:space="preserve">Ministero </w:t>
          </w:r>
          <w:r w:rsidRPr="003156EC"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  <w:t>dell’Istruzione</w:t>
          </w:r>
          <w:r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  <w:t xml:space="preserve"> </w:t>
          </w:r>
        </w:p>
        <w:p w14:paraId="10616B58" w14:textId="51B2D243" w:rsidR="006876D4" w:rsidRPr="003156EC" w:rsidRDefault="00AE2DA8" w:rsidP="00AE2DA8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sz w:val="14"/>
              <w:szCs w:val="14"/>
              <w:lang w:eastAsia="it-IT"/>
            </w:rPr>
          </w:pPr>
          <w:r>
            <w:rPr>
              <w:rStyle w:val="Enfasicorsivo"/>
              <w:rFonts w:ascii="Tempus Sans ITC" w:hAnsi="Tempus Sans ITC" w:cs="Arial"/>
              <w:b/>
              <w:sz w:val="14"/>
              <w:szCs w:val="14"/>
            </w:rPr>
            <w:t>e del Merito</w:t>
          </w:r>
        </w:p>
      </w:tc>
      <w:tc>
        <w:tcPr>
          <w:tcW w:w="1877" w:type="dxa"/>
        </w:tcPr>
        <w:p w14:paraId="045FBD0E" w14:textId="77777777" w:rsidR="006876D4" w:rsidRDefault="006876D4" w:rsidP="00701750">
          <w:pPr>
            <w:autoSpaceDE w:val="0"/>
            <w:autoSpaceDN w:val="0"/>
            <w:adjustRightInd w:val="0"/>
            <w:spacing w:after="0"/>
            <w:jc w:val="center"/>
            <w:rPr>
              <w:rFonts w:ascii="Arial" w:hAnsi="Arial" w:cs="Arial"/>
              <w:noProof/>
              <w:sz w:val="12"/>
              <w:szCs w:val="12"/>
              <w:lang w:eastAsia="it-IT"/>
            </w:rPr>
          </w:pPr>
        </w:p>
        <w:p w14:paraId="67E46A65" w14:textId="77777777" w:rsidR="006876D4" w:rsidRDefault="006876D4" w:rsidP="00701750">
          <w:pPr>
            <w:autoSpaceDE w:val="0"/>
            <w:autoSpaceDN w:val="0"/>
            <w:adjustRightInd w:val="0"/>
            <w:spacing w:after="0"/>
            <w:jc w:val="center"/>
            <w:rPr>
              <w:rFonts w:ascii="Times New Roman" w:hAnsi="Times New Roman"/>
              <w:lang w:eastAsia="it-IT"/>
            </w:rPr>
          </w:pPr>
          <w:r>
            <w:rPr>
              <w:rFonts w:ascii="Arial" w:hAnsi="Arial" w:cs="Arial"/>
              <w:noProof/>
              <w:sz w:val="12"/>
              <w:szCs w:val="12"/>
              <w:lang w:eastAsia="it-IT"/>
            </w:rPr>
            <w:drawing>
              <wp:inline distT="0" distB="0" distL="0" distR="0" wp14:anchorId="6EB3DFB8" wp14:editId="059A80B2">
                <wp:extent cx="863194" cy="902091"/>
                <wp:effectExtent l="0" t="0" r="0" b="0"/>
                <wp:docPr id="15" name="Immagine 15" descr="C:\Users\UTENTE\AppData\Local\Microsoft\Windows\INetCache\Content.Word\prova pon - Copia - Copi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C:\Users\UTENTE\AppData\Local\Microsoft\Windows\INetCache\Content.Word\prova pon - Copia - Copi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461" cy="90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A74893A" w14:textId="77777777" w:rsidR="006876D4" w:rsidRDefault="006876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36C95"/>
    <w:multiLevelType w:val="multilevel"/>
    <w:tmpl w:val="E124B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89653D"/>
    <w:multiLevelType w:val="multilevel"/>
    <w:tmpl w:val="DA22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42154E"/>
    <w:multiLevelType w:val="multilevel"/>
    <w:tmpl w:val="7AC08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626358"/>
    <w:multiLevelType w:val="hybridMultilevel"/>
    <w:tmpl w:val="C4C44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4A0B12"/>
    <w:multiLevelType w:val="hybridMultilevel"/>
    <w:tmpl w:val="C2D4DDF4"/>
    <w:lvl w:ilvl="0" w:tplc="0410000F">
      <w:start w:val="1"/>
      <w:numFmt w:val="decimal"/>
      <w:lvlText w:val="%1."/>
      <w:lvlJc w:val="left"/>
      <w:pPr>
        <w:ind w:left="753" w:hanging="360"/>
      </w:pPr>
    </w:lvl>
    <w:lvl w:ilvl="1" w:tplc="04100019">
      <w:start w:val="1"/>
      <w:numFmt w:val="lowerLetter"/>
      <w:lvlText w:val="%2."/>
      <w:lvlJc w:val="left"/>
      <w:pPr>
        <w:ind w:left="1473" w:hanging="360"/>
      </w:pPr>
    </w:lvl>
    <w:lvl w:ilvl="2" w:tplc="0410001B">
      <w:start w:val="1"/>
      <w:numFmt w:val="lowerRoman"/>
      <w:lvlText w:val="%3."/>
      <w:lvlJc w:val="right"/>
      <w:pPr>
        <w:ind w:left="2193" w:hanging="180"/>
      </w:pPr>
    </w:lvl>
    <w:lvl w:ilvl="3" w:tplc="0410000F">
      <w:start w:val="1"/>
      <w:numFmt w:val="decimal"/>
      <w:lvlText w:val="%4."/>
      <w:lvlJc w:val="left"/>
      <w:pPr>
        <w:ind w:left="2913" w:hanging="360"/>
      </w:pPr>
    </w:lvl>
    <w:lvl w:ilvl="4" w:tplc="04100019">
      <w:start w:val="1"/>
      <w:numFmt w:val="lowerLetter"/>
      <w:lvlText w:val="%5."/>
      <w:lvlJc w:val="left"/>
      <w:pPr>
        <w:ind w:left="3633" w:hanging="360"/>
      </w:pPr>
    </w:lvl>
    <w:lvl w:ilvl="5" w:tplc="0410001B">
      <w:start w:val="1"/>
      <w:numFmt w:val="lowerRoman"/>
      <w:lvlText w:val="%6."/>
      <w:lvlJc w:val="right"/>
      <w:pPr>
        <w:ind w:left="4353" w:hanging="180"/>
      </w:pPr>
    </w:lvl>
    <w:lvl w:ilvl="6" w:tplc="0410000F">
      <w:start w:val="1"/>
      <w:numFmt w:val="decimal"/>
      <w:lvlText w:val="%7."/>
      <w:lvlJc w:val="left"/>
      <w:pPr>
        <w:ind w:left="5073" w:hanging="360"/>
      </w:pPr>
    </w:lvl>
    <w:lvl w:ilvl="7" w:tplc="04100019">
      <w:start w:val="1"/>
      <w:numFmt w:val="lowerLetter"/>
      <w:lvlText w:val="%8."/>
      <w:lvlJc w:val="left"/>
      <w:pPr>
        <w:ind w:left="5793" w:hanging="360"/>
      </w:pPr>
    </w:lvl>
    <w:lvl w:ilvl="8" w:tplc="0410001B">
      <w:start w:val="1"/>
      <w:numFmt w:val="lowerRoman"/>
      <w:lvlText w:val="%9."/>
      <w:lvlJc w:val="right"/>
      <w:pPr>
        <w:ind w:left="6513" w:hanging="180"/>
      </w:pPr>
    </w:lvl>
  </w:abstractNum>
  <w:abstractNum w:abstractNumId="5" w15:restartNumberingAfterBreak="0">
    <w:nsid w:val="4ADC2B40"/>
    <w:multiLevelType w:val="multilevel"/>
    <w:tmpl w:val="1656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BC14FF"/>
    <w:multiLevelType w:val="hybridMultilevel"/>
    <w:tmpl w:val="3A2C0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C225F"/>
    <w:multiLevelType w:val="multilevel"/>
    <w:tmpl w:val="E7E6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DD40FD"/>
    <w:multiLevelType w:val="hybridMultilevel"/>
    <w:tmpl w:val="C2D4DDF4"/>
    <w:lvl w:ilvl="0" w:tplc="0410000F">
      <w:start w:val="1"/>
      <w:numFmt w:val="decimal"/>
      <w:lvlText w:val="%1."/>
      <w:lvlJc w:val="left"/>
      <w:pPr>
        <w:ind w:left="753" w:hanging="360"/>
      </w:pPr>
    </w:lvl>
    <w:lvl w:ilvl="1" w:tplc="04100019">
      <w:start w:val="1"/>
      <w:numFmt w:val="lowerLetter"/>
      <w:lvlText w:val="%2."/>
      <w:lvlJc w:val="left"/>
      <w:pPr>
        <w:ind w:left="1473" w:hanging="360"/>
      </w:pPr>
    </w:lvl>
    <w:lvl w:ilvl="2" w:tplc="0410001B">
      <w:start w:val="1"/>
      <w:numFmt w:val="lowerRoman"/>
      <w:lvlText w:val="%3."/>
      <w:lvlJc w:val="right"/>
      <w:pPr>
        <w:ind w:left="2193" w:hanging="180"/>
      </w:pPr>
    </w:lvl>
    <w:lvl w:ilvl="3" w:tplc="0410000F">
      <w:start w:val="1"/>
      <w:numFmt w:val="decimal"/>
      <w:lvlText w:val="%4."/>
      <w:lvlJc w:val="left"/>
      <w:pPr>
        <w:ind w:left="2913" w:hanging="360"/>
      </w:pPr>
    </w:lvl>
    <w:lvl w:ilvl="4" w:tplc="04100019">
      <w:start w:val="1"/>
      <w:numFmt w:val="lowerLetter"/>
      <w:lvlText w:val="%5."/>
      <w:lvlJc w:val="left"/>
      <w:pPr>
        <w:ind w:left="3633" w:hanging="360"/>
      </w:pPr>
    </w:lvl>
    <w:lvl w:ilvl="5" w:tplc="0410001B">
      <w:start w:val="1"/>
      <w:numFmt w:val="lowerRoman"/>
      <w:lvlText w:val="%6."/>
      <w:lvlJc w:val="right"/>
      <w:pPr>
        <w:ind w:left="4353" w:hanging="180"/>
      </w:pPr>
    </w:lvl>
    <w:lvl w:ilvl="6" w:tplc="0410000F">
      <w:start w:val="1"/>
      <w:numFmt w:val="decimal"/>
      <w:lvlText w:val="%7."/>
      <w:lvlJc w:val="left"/>
      <w:pPr>
        <w:ind w:left="5073" w:hanging="360"/>
      </w:pPr>
    </w:lvl>
    <w:lvl w:ilvl="7" w:tplc="04100019">
      <w:start w:val="1"/>
      <w:numFmt w:val="lowerLetter"/>
      <w:lvlText w:val="%8."/>
      <w:lvlJc w:val="left"/>
      <w:pPr>
        <w:ind w:left="5793" w:hanging="360"/>
      </w:pPr>
    </w:lvl>
    <w:lvl w:ilvl="8" w:tplc="0410001B">
      <w:start w:val="1"/>
      <w:numFmt w:val="lowerRoman"/>
      <w:lvlText w:val="%9."/>
      <w:lvlJc w:val="right"/>
      <w:pPr>
        <w:ind w:left="6513" w:hanging="180"/>
      </w:pPr>
    </w:lvl>
  </w:abstractNum>
  <w:abstractNum w:abstractNumId="9" w15:restartNumberingAfterBreak="0">
    <w:nsid w:val="5BE65A7D"/>
    <w:multiLevelType w:val="hybridMultilevel"/>
    <w:tmpl w:val="844E3FF6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6E4B765A"/>
    <w:multiLevelType w:val="multilevel"/>
    <w:tmpl w:val="A16E9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7C539D"/>
    <w:multiLevelType w:val="hybridMultilevel"/>
    <w:tmpl w:val="E1BA2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028098">
    <w:abstractNumId w:val="5"/>
  </w:num>
  <w:num w:numId="2" w16cid:durableId="1500346662">
    <w:abstractNumId w:val="7"/>
  </w:num>
  <w:num w:numId="3" w16cid:durableId="1720127430">
    <w:abstractNumId w:val="0"/>
  </w:num>
  <w:num w:numId="4" w16cid:durableId="574316337">
    <w:abstractNumId w:val="10"/>
  </w:num>
  <w:num w:numId="5" w16cid:durableId="1078479426">
    <w:abstractNumId w:val="2"/>
  </w:num>
  <w:num w:numId="6" w16cid:durableId="253243591">
    <w:abstractNumId w:val="1"/>
  </w:num>
  <w:num w:numId="7" w16cid:durableId="173417462">
    <w:abstractNumId w:val="11"/>
  </w:num>
  <w:num w:numId="8" w16cid:durableId="190606230">
    <w:abstractNumId w:val="6"/>
  </w:num>
  <w:num w:numId="9" w16cid:durableId="1621456493">
    <w:abstractNumId w:val="3"/>
  </w:num>
  <w:num w:numId="10" w16cid:durableId="581258805">
    <w:abstractNumId w:val="9"/>
  </w:num>
  <w:num w:numId="11" w16cid:durableId="11778428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70984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1DD"/>
    <w:rsid w:val="000026DF"/>
    <w:rsid w:val="00030684"/>
    <w:rsid w:val="00036609"/>
    <w:rsid w:val="00037129"/>
    <w:rsid w:val="000375CA"/>
    <w:rsid w:val="00064496"/>
    <w:rsid w:val="00067F43"/>
    <w:rsid w:val="000816F1"/>
    <w:rsid w:val="0008281F"/>
    <w:rsid w:val="000E305C"/>
    <w:rsid w:val="0011141C"/>
    <w:rsid w:val="00186D3F"/>
    <w:rsid w:val="00196590"/>
    <w:rsid w:val="001B22EC"/>
    <w:rsid w:val="001B5AED"/>
    <w:rsid w:val="0023696D"/>
    <w:rsid w:val="00294282"/>
    <w:rsid w:val="00297B22"/>
    <w:rsid w:val="002A50DA"/>
    <w:rsid w:val="002D76BE"/>
    <w:rsid w:val="002F4ED9"/>
    <w:rsid w:val="003020D4"/>
    <w:rsid w:val="00312E53"/>
    <w:rsid w:val="003156EC"/>
    <w:rsid w:val="00335212"/>
    <w:rsid w:val="0035043C"/>
    <w:rsid w:val="0036220B"/>
    <w:rsid w:val="00395A3E"/>
    <w:rsid w:val="003C68A8"/>
    <w:rsid w:val="003E3D00"/>
    <w:rsid w:val="00400FE7"/>
    <w:rsid w:val="00403BC3"/>
    <w:rsid w:val="00416D3F"/>
    <w:rsid w:val="004246B3"/>
    <w:rsid w:val="00455C7F"/>
    <w:rsid w:val="00462739"/>
    <w:rsid w:val="00481E4E"/>
    <w:rsid w:val="004A2549"/>
    <w:rsid w:val="004F70F0"/>
    <w:rsid w:val="00525FA4"/>
    <w:rsid w:val="00545873"/>
    <w:rsid w:val="00576DC3"/>
    <w:rsid w:val="005D6156"/>
    <w:rsid w:val="005F2E05"/>
    <w:rsid w:val="00602868"/>
    <w:rsid w:val="00607C4B"/>
    <w:rsid w:val="00612F03"/>
    <w:rsid w:val="006432FB"/>
    <w:rsid w:val="00653358"/>
    <w:rsid w:val="006876D4"/>
    <w:rsid w:val="00687D5E"/>
    <w:rsid w:val="00691898"/>
    <w:rsid w:val="00697E25"/>
    <w:rsid w:val="006A0BA3"/>
    <w:rsid w:val="006A0CEF"/>
    <w:rsid w:val="006D510F"/>
    <w:rsid w:val="006E0537"/>
    <w:rsid w:val="006E393E"/>
    <w:rsid w:val="006E4B1A"/>
    <w:rsid w:val="006E575D"/>
    <w:rsid w:val="007042A8"/>
    <w:rsid w:val="0071298B"/>
    <w:rsid w:val="00722809"/>
    <w:rsid w:val="007361D5"/>
    <w:rsid w:val="00737113"/>
    <w:rsid w:val="00741622"/>
    <w:rsid w:val="007443C6"/>
    <w:rsid w:val="00755E43"/>
    <w:rsid w:val="0076051A"/>
    <w:rsid w:val="00783744"/>
    <w:rsid w:val="00791C28"/>
    <w:rsid w:val="007A1DFB"/>
    <w:rsid w:val="007D1E52"/>
    <w:rsid w:val="007E6B42"/>
    <w:rsid w:val="008224EF"/>
    <w:rsid w:val="0082264F"/>
    <w:rsid w:val="008C2D5E"/>
    <w:rsid w:val="008F0824"/>
    <w:rsid w:val="008F4325"/>
    <w:rsid w:val="009006EF"/>
    <w:rsid w:val="009020A5"/>
    <w:rsid w:val="00925779"/>
    <w:rsid w:val="00945BD0"/>
    <w:rsid w:val="009671DD"/>
    <w:rsid w:val="00994128"/>
    <w:rsid w:val="00994A49"/>
    <w:rsid w:val="009A4FDE"/>
    <w:rsid w:val="009E7486"/>
    <w:rsid w:val="00A54441"/>
    <w:rsid w:val="00A62E60"/>
    <w:rsid w:val="00A639D6"/>
    <w:rsid w:val="00AC4112"/>
    <w:rsid w:val="00AE2DA8"/>
    <w:rsid w:val="00AE3461"/>
    <w:rsid w:val="00AE34C7"/>
    <w:rsid w:val="00B032CB"/>
    <w:rsid w:val="00B647C9"/>
    <w:rsid w:val="00BC35A0"/>
    <w:rsid w:val="00BD05F4"/>
    <w:rsid w:val="00BD0D30"/>
    <w:rsid w:val="00BD359E"/>
    <w:rsid w:val="00BD5C1A"/>
    <w:rsid w:val="00BE13DD"/>
    <w:rsid w:val="00BF06E7"/>
    <w:rsid w:val="00BF12AE"/>
    <w:rsid w:val="00BF2000"/>
    <w:rsid w:val="00C00638"/>
    <w:rsid w:val="00C2513A"/>
    <w:rsid w:val="00C263C9"/>
    <w:rsid w:val="00C83780"/>
    <w:rsid w:val="00CB70F8"/>
    <w:rsid w:val="00CC6ABF"/>
    <w:rsid w:val="00CF5248"/>
    <w:rsid w:val="00D054A6"/>
    <w:rsid w:val="00D4783C"/>
    <w:rsid w:val="00D55125"/>
    <w:rsid w:val="00D5516A"/>
    <w:rsid w:val="00D70F4F"/>
    <w:rsid w:val="00D9191D"/>
    <w:rsid w:val="00DA3F93"/>
    <w:rsid w:val="00DE3BEF"/>
    <w:rsid w:val="00DF4052"/>
    <w:rsid w:val="00E85F9B"/>
    <w:rsid w:val="00EB09C5"/>
    <w:rsid w:val="00EB16B9"/>
    <w:rsid w:val="00EB6ED6"/>
    <w:rsid w:val="00ED3A4E"/>
    <w:rsid w:val="00F05137"/>
    <w:rsid w:val="00F11844"/>
    <w:rsid w:val="00F43F24"/>
    <w:rsid w:val="00F5572A"/>
    <w:rsid w:val="00F636CD"/>
    <w:rsid w:val="00F660F0"/>
    <w:rsid w:val="00F819FB"/>
    <w:rsid w:val="00F85010"/>
    <w:rsid w:val="00FA2FCA"/>
    <w:rsid w:val="00FE2048"/>
    <w:rsid w:val="00FE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f90"/>
    </o:shapedefaults>
    <o:shapelayout v:ext="edit">
      <o:idmap v:ext="edit" data="1"/>
    </o:shapelayout>
  </w:shapeDefaults>
  <w:doNotEmbedSmartTags/>
  <w:decimalSymbol w:val=","/>
  <w:listSeparator w:val=";"/>
  <w14:docId w14:val="764BC4B8"/>
  <w15:docId w15:val="{3DBA0627-9824-4B8A-8265-49B6B8183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PidipaginaCarattere">
    <w:name w:val="Piè di pagina Carattere"/>
    <w:basedOn w:val="Carpredefinitoparagrafo1"/>
    <w:uiPriority w:val="99"/>
  </w:style>
  <w:style w:type="character" w:customStyle="1" w:styleId="TestofumettoCarattere">
    <w:name w:val="Testo fumetto Carattere"/>
    <w:basedOn w:val="Carpredefinitoparagrafo1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80"/>
      <w:u w:val="single"/>
    </w:rPr>
  </w:style>
  <w:style w:type="character" w:styleId="Enfasigrassetto">
    <w:name w:val="Strong"/>
    <w:basedOn w:val="Carpredefinitoparagrafo1"/>
    <w:qFormat/>
    <w:rPr>
      <w:b/>
      <w:bCs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essunaspaziatura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table" w:styleId="Grigliatabella">
    <w:name w:val="Table Grid"/>
    <w:basedOn w:val="Tabellanormale"/>
    <w:uiPriority w:val="39"/>
    <w:rsid w:val="00994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8224EF"/>
    <w:rPr>
      <w:i/>
      <w:iCs/>
    </w:rPr>
  </w:style>
  <w:style w:type="paragraph" w:styleId="Paragrafoelenco">
    <w:name w:val="List Paragraph"/>
    <w:basedOn w:val="Normale"/>
    <w:uiPriority w:val="34"/>
    <w:qFormat/>
    <w:rsid w:val="00CB70F8"/>
    <w:pPr>
      <w:ind w:left="720"/>
      <w:contextualSpacing/>
    </w:pPr>
  </w:style>
  <w:style w:type="character" w:customStyle="1" w:styleId="st">
    <w:name w:val="st"/>
    <w:basedOn w:val="Carpredefinitoparagrafo"/>
    <w:rsid w:val="005F2E05"/>
  </w:style>
  <w:style w:type="paragraph" w:customStyle="1" w:styleId="Default">
    <w:name w:val="Default"/>
    <w:rsid w:val="00BF200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7443C6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1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F3F81-532B-4F33-BAD7-D162207A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120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Docenti</dc:creator>
  <cp:lastModifiedBy>Milano Vincenzo</cp:lastModifiedBy>
  <cp:revision>10</cp:revision>
  <cp:lastPrinted>2021-12-06T10:43:00Z</cp:lastPrinted>
  <dcterms:created xsi:type="dcterms:W3CDTF">2022-01-12T10:14:00Z</dcterms:created>
  <dcterms:modified xsi:type="dcterms:W3CDTF">2022-11-30T19:42:00Z</dcterms:modified>
</cp:coreProperties>
</file>